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35128">
        <w:rPr>
          <w:rFonts w:ascii="Corbel" w:hAnsi="Corbel"/>
          <w:i/>
          <w:smallCaps/>
          <w:sz w:val="24"/>
          <w:szCs w:val="24"/>
        </w:rPr>
        <w:t>2022-2027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677A4C">
        <w:rPr>
          <w:rFonts w:ascii="Corbel" w:hAnsi="Corbel"/>
          <w:sz w:val="20"/>
          <w:szCs w:val="20"/>
        </w:rPr>
        <w:t>202</w:t>
      </w:r>
      <w:r w:rsidR="00735128">
        <w:rPr>
          <w:rFonts w:ascii="Corbel" w:hAnsi="Corbel"/>
          <w:sz w:val="20"/>
          <w:szCs w:val="20"/>
        </w:rPr>
        <w:t>2</w:t>
      </w:r>
      <w:r w:rsidR="00677A4C">
        <w:rPr>
          <w:rFonts w:ascii="Corbel" w:hAnsi="Corbel"/>
          <w:sz w:val="20"/>
          <w:szCs w:val="20"/>
        </w:rPr>
        <w:t>/2</w:t>
      </w:r>
      <w:r w:rsidR="00735128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C475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Kultura żywego słowa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A56F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A56F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47517" w:rsidRPr="009C54AE" w:rsidTr="00B819C8">
        <w:tc>
          <w:tcPr>
            <w:tcW w:w="2694" w:type="dxa"/>
            <w:vAlign w:val="center"/>
          </w:tcPr>
          <w:p w:rsidR="00C47517" w:rsidRPr="009C54AE" w:rsidRDefault="00C4751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47517" w:rsidRPr="009C54AE" w:rsidRDefault="00494F18" w:rsidP="006713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C47517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C47517" w:rsidRPr="009C54AE" w:rsidTr="00B819C8">
        <w:tc>
          <w:tcPr>
            <w:tcW w:w="2694" w:type="dxa"/>
            <w:vAlign w:val="center"/>
          </w:tcPr>
          <w:p w:rsidR="00C47517" w:rsidRPr="009C54AE" w:rsidRDefault="00C4751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C47517" w:rsidRPr="009C54AE" w:rsidRDefault="00C47517" w:rsidP="006713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Jednolite studia magisterskie </w:t>
            </w:r>
          </w:p>
        </w:tc>
      </w:tr>
      <w:tr w:rsidR="00C47517" w:rsidRPr="009C54AE" w:rsidTr="00B819C8">
        <w:tc>
          <w:tcPr>
            <w:tcW w:w="2694" w:type="dxa"/>
            <w:vAlign w:val="center"/>
          </w:tcPr>
          <w:p w:rsidR="00C47517" w:rsidRPr="009C54AE" w:rsidRDefault="00C4751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C47517" w:rsidRPr="009C54AE" w:rsidRDefault="00C47517" w:rsidP="006713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47517" w:rsidRPr="009C54AE" w:rsidTr="00B819C8">
        <w:tc>
          <w:tcPr>
            <w:tcW w:w="2694" w:type="dxa"/>
            <w:vAlign w:val="center"/>
          </w:tcPr>
          <w:p w:rsidR="00C47517" w:rsidRPr="009C54AE" w:rsidRDefault="00C4751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47517" w:rsidRPr="009C54AE" w:rsidRDefault="00C47517" w:rsidP="006713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94F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1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C414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I. Kultura języka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C414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C47517">
              <w:rPr>
                <w:rFonts w:ascii="Corbel" w:hAnsi="Corbel"/>
                <w:b w:val="0"/>
                <w:sz w:val="24"/>
                <w:szCs w:val="24"/>
              </w:rPr>
              <w:t>ęzyk 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C475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Romanek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23D7D" w:rsidRPr="009C54AE" w:rsidRDefault="0085747A" w:rsidP="002A275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C4751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4751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4751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C4751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47517" w:rsidRDefault="00E22FBC" w:rsidP="00C4751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9C54AE" w:rsidRDefault="00E22FBC" w:rsidP="00C4751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2A2754" w:rsidRPr="009C54AE" w:rsidRDefault="002A2754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F470CB" w:rsidP="00C6748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470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 gramatyki języka polskiego, podstawowych zasad kultury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języka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2A2754" w:rsidRDefault="002A2754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2A2754" w:rsidRDefault="002A2754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470CB" w:rsidRPr="009C54AE" w:rsidTr="00923D7D">
        <w:tc>
          <w:tcPr>
            <w:tcW w:w="851" w:type="dxa"/>
            <w:vAlign w:val="center"/>
          </w:tcPr>
          <w:p w:rsidR="00F470CB" w:rsidRPr="00C6513E" w:rsidRDefault="00F470CB" w:rsidP="00494F1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6513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F470CB" w:rsidRPr="00C6513E" w:rsidRDefault="00F470CB" w:rsidP="00494F1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82CDB">
              <w:rPr>
                <w:rFonts w:ascii="Corbel" w:hAnsi="Corbel"/>
                <w:b w:val="0"/>
                <w:sz w:val="24"/>
                <w:szCs w:val="24"/>
              </w:rPr>
              <w:t>Zapoznanie studentów z fizjologią procesu mówienia, zasadami artykulacji samogłosek i zbitek spółgłoskowych</w:t>
            </w:r>
          </w:p>
        </w:tc>
      </w:tr>
      <w:tr w:rsidR="00F470CB" w:rsidRPr="009C54AE" w:rsidTr="00923D7D">
        <w:tc>
          <w:tcPr>
            <w:tcW w:w="851" w:type="dxa"/>
            <w:vAlign w:val="center"/>
          </w:tcPr>
          <w:p w:rsidR="00F470CB" w:rsidRPr="00982CDB" w:rsidRDefault="00F470CB" w:rsidP="00494F18">
            <w:pPr>
              <w:pStyle w:val="Cele"/>
              <w:spacing w:before="0"/>
              <w:ind w:left="0" w:firstLine="0"/>
              <w:rPr>
                <w:rFonts w:ascii="Corbel" w:hAnsi="Corbel"/>
                <w:sz w:val="24"/>
                <w:szCs w:val="24"/>
                <w:vertAlign w:val="subscript"/>
              </w:rPr>
            </w:pPr>
            <w:r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8819" w:type="dxa"/>
            <w:vAlign w:val="center"/>
          </w:tcPr>
          <w:p w:rsidR="00F470CB" w:rsidRPr="00C6513E" w:rsidRDefault="00F470CB" w:rsidP="00494F1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82CDB">
              <w:rPr>
                <w:rFonts w:ascii="Corbel" w:hAnsi="Corbel"/>
                <w:b w:val="0"/>
                <w:sz w:val="24"/>
                <w:szCs w:val="24"/>
              </w:rPr>
              <w:t>Rozwijanie umiejętności akcentowania</w:t>
            </w:r>
            <w:r>
              <w:rPr>
                <w:rFonts w:ascii="Corbel" w:hAnsi="Corbel"/>
                <w:b w:val="0"/>
                <w:sz w:val="24"/>
                <w:szCs w:val="24"/>
              </w:rPr>
              <w:t>, frazowania</w:t>
            </w:r>
            <w:r w:rsidRPr="00982CDB">
              <w:rPr>
                <w:rFonts w:ascii="Corbel" w:hAnsi="Corbel"/>
                <w:b w:val="0"/>
                <w:sz w:val="24"/>
                <w:szCs w:val="24"/>
              </w:rPr>
              <w:t xml:space="preserve"> i modulowania wypowiedzi</w:t>
            </w:r>
          </w:p>
        </w:tc>
      </w:tr>
      <w:tr w:rsidR="00F470CB" w:rsidRPr="009C54AE" w:rsidTr="00923D7D">
        <w:tc>
          <w:tcPr>
            <w:tcW w:w="851" w:type="dxa"/>
            <w:vAlign w:val="center"/>
          </w:tcPr>
          <w:p w:rsidR="00F470CB" w:rsidRPr="00982CDB" w:rsidRDefault="00F470CB" w:rsidP="00494F1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vertAlign w:val="subscript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8819" w:type="dxa"/>
            <w:vAlign w:val="center"/>
          </w:tcPr>
          <w:p w:rsidR="00F470CB" w:rsidRPr="00C6513E" w:rsidRDefault="00F470CB" w:rsidP="00494F1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82CDB">
              <w:rPr>
                <w:rFonts w:ascii="Corbel" w:hAnsi="Corbel"/>
                <w:b w:val="0"/>
                <w:sz w:val="24"/>
                <w:szCs w:val="24"/>
              </w:rPr>
              <w:t>Kształtowanie umiejętności przygotowania tekstu do interpretacji głosowej poprzez analizę, ocenę i interpretację dzieła literackiego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kontekście własnych predyspozycji interpretatorskich</w:t>
            </w:r>
          </w:p>
        </w:tc>
      </w:tr>
      <w:tr w:rsidR="00F470CB" w:rsidRPr="009C54AE" w:rsidTr="00923D7D">
        <w:tc>
          <w:tcPr>
            <w:tcW w:w="851" w:type="dxa"/>
            <w:vAlign w:val="center"/>
          </w:tcPr>
          <w:p w:rsidR="00F470CB" w:rsidRPr="00982CDB" w:rsidRDefault="00F470CB" w:rsidP="00494F1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vertAlign w:val="subscript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8819" w:type="dxa"/>
            <w:vAlign w:val="center"/>
          </w:tcPr>
          <w:p w:rsidR="00F470CB" w:rsidRPr="00982CDB" w:rsidRDefault="00F470CB" w:rsidP="00494F1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82CDB">
              <w:rPr>
                <w:rFonts w:ascii="Corbel" w:hAnsi="Corbel"/>
                <w:b w:val="0"/>
                <w:sz w:val="24"/>
                <w:szCs w:val="24"/>
              </w:rPr>
              <w:t>Kształtowanie umiejętności wyboru repertuaru czytelniczego dla potrzeb recytacji i wystąpień publicznych</w:t>
            </w:r>
          </w:p>
        </w:tc>
      </w:tr>
      <w:tr w:rsidR="00F470CB" w:rsidRPr="009C54AE" w:rsidTr="00923D7D">
        <w:tc>
          <w:tcPr>
            <w:tcW w:w="851" w:type="dxa"/>
            <w:vAlign w:val="center"/>
          </w:tcPr>
          <w:p w:rsidR="00F470CB" w:rsidRPr="00982CDB" w:rsidRDefault="00F470CB" w:rsidP="00494F1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vertAlign w:val="subscript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  <w:vertAlign w:val="subscript"/>
              </w:rPr>
              <w:t>5</w:t>
            </w:r>
          </w:p>
        </w:tc>
        <w:tc>
          <w:tcPr>
            <w:tcW w:w="8819" w:type="dxa"/>
            <w:vAlign w:val="center"/>
          </w:tcPr>
          <w:p w:rsidR="00F470CB" w:rsidRPr="00982CDB" w:rsidRDefault="00F470CB" w:rsidP="00494F1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82CDB">
              <w:rPr>
                <w:rFonts w:ascii="Corbel" w:hAnsi="Corbel"/>
                <w:b w:val="0"/>
                <w:sz w:val="24"/>
                <w:szCs w:val="24"/>
              </w:rPr>
              <w:t>Wskazanie znaczenia poprawności językowej dla skuteczności komunikacji</w:t>
            </w:r>
          </w:p>
        </w:tc>
      </w:tr>
      <w:tr w:rsidR="00F470CB" w:rsidRPr="009C54AE" w:rsidTr="00923D7D">
        <w:tc>
          <w:tcPr>
            <w:tcW w:w="851" w:type="dxa"/>
            <w:vAlign w:val="center"/>
          </w:tcPr>
          <w:p w:rsidR="00F470CB" w:rsidRPr="00982CDB" w:rsidRDefault="00F470CB" w:rsidP="00494F1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vertAlign w:val="subscript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  <w:vertAlign w:val="subscript"/>
              </w:rPr>
              <w:t>6</w:t>
            </w:r>
          </w:p>
        </w:tc>
        <w:tc>
          <w:tcPr>
            <w:tcW w:w="8819" w:type="dxa"/>
            <w:vAlign w:val="center"/>
          </w:tcPr>
          <w:p w:rsidR="00F470CB" w:rsidRPr="00982CDB" w:rsidRDefault="00F470CB" w:rsidP="00494F1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82CDB">
              <w:rPr>
                <w:rFonts w:ascii="Corbel" w:hAnsi="Corbel"/>
                <w:b w:val="0"/>
                <w:sz w:val="24"/>
                <w:szCs w:val="24"/>
              </w:rPr>
              <w:t>Rozbudzenie dbałości o kulturę słowa i grzeczność językową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494F18">
        <w:tc>
          <w:tcPr>
            <w:tcW w:w="1701" w:type="dxa"/>
          </w:tcPr>
          <w:p w:rsidR="0085747A" w:rsidRPr="009C54AE" w:rsidRDefault="0085747A" w:rsidP="00F470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807975" w:rsidP="008079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Omówi zagadnienie </w:t>
            </w:r>
            <w:r w:rsidR="00F470CB" w:rsidRPr="00F470CB">
              <w:rPr>
                <w:rFonts w:ascii="Corbel" w:hAnsi="Corbel"/>
                <w:b w:val="0"/>
                <w:smallCaps w:val="0"/>
                <w:szCs w:val="24"/>
              </w:rPr>
              <w:t xml:space="preserve">komunikacji społecznej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wymieni cechy dobrej komunikacji</w:t>
            </w:r>
          </w:p>
        </w:tc>
        <w:tc>
          <w:tcPr>
            <w:tcW w:w="1873" w:type="dxa"/>
            <w:vAlign w:val="center"/>
          </w:tcPr>
          <w:p w:rsidR="0085747A" w:rsidRPr="009C54AE" w:rsidRDefault="00F470CB" w:rsidP="00494F1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70CB">
              <w:rPr>
                <w:rFonts w:ascii="Corbel" w:hAnsi="Corbel"/>
                <w:b w:val="0"/>
                <w:smallCaps w:val="0"/>
                <w:szCs w:val="24"/>
              </w:rPr>
              <w:t>PPiW.W17</w:t>
            </w:r>
          </w:p>
        </w:tc>
      </w:tr>
      <w:tr w:rsidR="0085747A" w:rsidRPr="009C54AE" w:rsidTr="00494F18">
        <w:tc>
          <w:tcPr>
            <w:tcW w:w="1701" w:type="dxa"/>
          </w:tcPr>
          <w:p w:rsidR="0085747A" w:rsidRPr="009C54AE" w:rsidRDefault="0085747A" w:rsidP="00F470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807975" w:rsidP="0080797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Poprawnie posługuje</w:t>
            </w:r>
            <w:r w:rsidR="00F470CB" w:rsidRPr="00F470CB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językiem polskim oraz wykazuje</w:t>
            </w:r>
            <w:r w:rsidR="00F470CB" w:rsidRPr="00F470CB">
              <w:rPr>
                <w:rFonts w:ascii="Corbel" w:hAnsi="Corbel"/>
                <w:b w:val="0"/>
                <w:smallCaps w:val="0"/>
                <w:szCs w:val="24"/>
              </w:rPr>
              <w:t xml:space="preserve"> troskę o kulturę i e</w:t>
            </w:r>
            <w:r w:rsidR="00C67480">
              <w:rPr>
                <w:rFonts w:ascii="Corbel" w:hAnsi="Corbel"/>
                <w:b w:val="0"/>
                <w:smallCaps w:val="0"/>
                <w:szCs w:val="24"/>
              </w:rPr>
              <w:t>ste</w:t>
            </w:r>
            <w:r w:rsidR="00F470CB" w:rsidRPr="00F470CB">
              <w:rPr>
                <w:rFonts w:ascii="Corbel" w:hAnsi="Corbel"/>
                <w:b w:val="0"/>
                <w:smallCaps w:val="0"/>
                <w:szCs w:val="24"/>
              </w:rPr>
              <w:t xml:space="preserve">tykę wypowiedzi własnej, dzieci lub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uczniów</w:t>
            </w:r>
          </w:p>
        </w:tc>
        <w:tc>
          <w:tcPr>
            <w:tcW w:w="1873" w:type="dxa"/>
            <w:vAlign w:val="center"/>
          </w:tcPr>
          <w:p w:rsidR="0085747A" w:rsidRPr="009C54AE" w:rsidRDefault="00F470CB" w:rsidP="00494F1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70CB">
              <w:rPr>
                <w:rFonts w:ascii="Corbel" w:hAnsi="Corbel"/>
                <w:b w:val="0"/>
                <w:smallCaps w:val="0"/>
                <w:szCs w:val="24"/>
              </w:rPr>
              <w:t>PPiW.U15</w:t>
            </w:r>
          </w:p>
        </w:tc>
      </w:tr>
      <w:tr w:rsidR="0085747A" w:rsidRPr="009C54AE" w:rsidTr="00494F18">
        <w:tc>
          <w:tcPr>
            <w:tcW w:w="1701" w:type="dxa"/>
          </w:tcPr>
          <w:p w:rsidR="0085747A" w:rsidRPr="009C54AE" w:rsidRDefault="00F470CB" w:rsidP="00F470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47211A" w:rsidP="0080797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807975">
              <w:rPr>
                <w:rFonts w:ascii="Corbel" w:hAnsi="Corbel"/>
                <w:b w:val="0"/>
                <w:smallCaps w:val="0"/>
                <w:szCs w:val="24"/>
              </w:rPr>
              <w:t xml:space="preserve">tosuje zasady grzeczności językowej oraz etyki komunikacji </w:t>
            </w:r>
          </w:p>
        </w:tc>
        <w:tc>
          <w:tcPr>
            <w:tcW w:w="1873" w:type="dxa"/>
            <w:vAlign w:val="center"/>
          </w:tcPr>
          <w:p w:rsidR="0085747A" w:rsidRPr="009C54AE" w:rsidRDefault="00F470CB" w:rsidP="001859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70CB">
              <w:rPr>
                <w:rFonts w:ascii="Corbel" w:hAnsi="Corbel"/>
                <w:b w:val="0"/>
                <w:smallCaps w:val="0"/>
                <w:szCs w:val="24"/>
              </w:rPr>
              <w:t>PPiW.K2</w:t>
            </w:r>
          </w:p>
        </w:tc>
      </w:tr>
      <w:tr w:rsidR="00F470CB" w:rsidRPr="009C54AE" w:rsidTr="00494F18">
        <w:tc>
          <w:tcPr>
            <w:tcW w:w="1701" w:type="dxa"/>
          </w:tcPr>
          <w:p w:rsidR="00F470CB" w:rsidRPr="009C54AE" w:rsidRDefault="00F470CB" w:rsidP="00F470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F470CB" w:rsidRPr="009C54AE" w:rsidRDefault="0047211A" w:rsidP="004721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 strategie grzeczności językowej w porozumiewaniu</w:t>
            </w:r>
            <w:r w:rsidR="00F470CB" w:rsidRPr="00F470CB">
              <w:rPr>
                <w:rFonts w:ascii="Corbel" w:hAnsi="Corbel"/>
                <w:b w:val="0"/>
                <w:smallCaps w:val="0"/>
                <w:szCs w:val="24"/>
              </w:rPr>
              <w:t xml:space="preserve"> się z osobami pochodzącymi z różnych środowisk i o różnej kondycji emocjonalnej, </w:t>
            </w:r>
          </w:p>
        </w:tc>
        <w:tc>
          <w:tcPr>
            <w:tcW w:w="1873" w:type="dxa"/>
            <w:vAlign w:val="center"/>
          </w:tcPr>
          <w:p w:rsidR="00F470CB" w:rsidRPr="009C54AE" w:rsidRDefault="00F470CB" w:rsidP="001859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70CB">
              <w:rPr>
                <w:rFonts w:ascii="Corbel" w:hAnsi="Corbel"/>
                <w:b w:val="0"/>
                <w:smallCaps w:val="0"/>
                <w:szCs w:val="24"/>
              </w:rPr>
              <w:t>PPiW.K5</w:t>
            </w:r>
          </w:p>
        </w:tc>
      </w:tr>
    </w:tbl>
    <w:p w:rsidR="0085747A" w:rsidRPr="009C54AE" w:rsidRDefault="0085747A" w:rsidP="00F470C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Default="00675843" w:rsidP="002A2754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2A2754" w:rsidRPr="002A2754" w:rsidRDefault="002A2754" w:rsidP="002A275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07C01" w:rsidRPr="009C54AE" w:rsidTr="00923D7D">
        <w:tc>
          <w:tcPr>
            <w:tcW w:w="9639" w:type="dxa"/>
          </w:tcPr>
          <w:p w:rsidR="00307C01" w:rsidRPr="009C54AE" w:rsidRDefault="00307C01" w:rsidP="0067130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07C01" w:rsidRPr="009C54AE" w:rsidTr="00923D7D">
        <w:tc>
          <w:tcPr>
            <w:tcW w:w="9639" w:type="dxa"/>
          </w:tcPr>
          <w:p w:rsidR="00307C01" w:rsidRPr="009C54AE" w:rsidRDefault="00307C01" w:rsidP="0067130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55BCA">
              <w:rPr>
                <w:rFonts w:ascii="Corbel" w:hAnsi="Corbel"/>
                <w:sz w:val="24"/>
                <w:szCs w:val="24"/>
              </w:rPr>
              <w:t>Wprowadzenie do problematyki przedmiotu, zapoznanie z tematyką ćwiczeń, proponowana literaturą przedmiotu, warunkami zaliczenia. Rozmowa nt. zainteresowań czytelniczych.</w:t>
            </w:r>
          </w:p>
        </w:tc>
      </w:tr>
      <w:tr w:rsidR="00307C01" w:rsidRPr="009C54AE" w:rsidTr="00923D7D">
        <w:tc>
          <w:tcPr>
            <w:tcW w:w="9639" w:type="dxa"/>
          </w:tcPr>
          <w:p w:rsidR="00307C01" w:rsidRPr="009C54AE" w:rsidRDefault="00307C01" w:rsidP="0067130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55BCA">
              <w:rPr>
                <w:rFonts w:ascii="Corbel" w:hAnsi="Corbel"/>
                <w:sz w:val="24"/>
                <w:szCs w:val="24"/>
              </w:rPr>
              <w:t>Artykulacja samogłosek ustnych i nosowych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A55BCA">
              <w:rPr>
                <w:rFonts w:ascii="Corbel" w:hAnsi="Corbel"/>
                <w:sz w:val="24"/>
                <w:szCs w:val="24"/>
              </w:rPr>
              <w:t>Artykulacja zbitek spółgłoskowych. Ćwiczenia dykcyjne</w:t>
            </w:r>
          </w:p>
        </w:tc>
      </w:tr>
      <w:tr w:rsidR="00307C01" w:rsidRPr="009C54AE" w:rsidTr="00923D7D">
        <w:tc>
          <w:tcPr>
            <w:tcW w:w="9639" w:type="dxa"/>
          </w:tcPr>
          <w:p w:rsidR="00307C01" w:rsidRPr="009C54AE" w:rsidRDefault="00307C01" w:rsidP="006713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5BCA">
              <w:rPr>
                <w:rFonts w:ascii="Corbel" w:hAnsi="Corbel"/>
                <w:sz w:val="24"/>
                <w:szCs w:val="24"/>
              </w:rPr>
              <w:t>Akcent wyrazowy i zdaniowy. Intonacja. Tempo wypowiedzi. Frazowanie.</w:t>
            </w:r>
          </w:p>
        </w:tc>
      </w:tr>
      <w:tr w:rsidR="00307C01" w:rsidRPr="009C54AE" w:rsidTr="00923D7D">
        <w:tc>
          <w:tcPr>
            <w:tcW w:w="9639" w:type="dxa"/>
          </w:tcPr>
          <w:p w:rsidR="00307C01" w:rsidRPr="009C54AE" w:rsidRDefault="00307C01" w:rsidP="0067130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55BCA">
              <w:rPr>
                <w:rFonts w:ascii="Corbel" w:hAnsi="Corbel"/>
                <w:sz w:val="24"/>
                <w:szCs w:val="24"/>
              </w:rPr>
              <w:t>Dialekty i gwary. Regionalizmy.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55BCA">
              <w:rPr>
                <w:rFonts w:ascii="Corbel" w:hAnsi="Corbel"/>
                <w:sz w:val="24"/>
                <w:szCs w:val="24"/>
              </w:rPr>
              <w:t>Przemiany we współczesnym słownictwie: zapożyczenia, wyrazy modne, tautologia, frazeologia. Przyczyny błędów leksykalnych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A55BCA">
              <w:rPr>
                <w:rFonts w:ascii="Corbel" w:hAnsi="Corbel"/>
                <w:sz w:val="24"/>
                <w:szCs w:val="24"/>
              </w:rPr>
              <w:t>Wyrazy o trudnej fleksji. Błędy składniowe i stylistyczne.</w:t>
            </w:r>
          </w:p>
        </w:tc>
      </w:tr>
      <w:tr w:rsidR="00307C01" w:rsidRPr="009C54AE" w:rsidTr="00923D7D">
        <w:tc>
          <w:tcPr>
            <w:tcW w:w="9639" w:type="dxa"/>
          </w:tcPr>
          <w:p w:rsidR="00307C01" w:rsidRPr="009C54AE" w:rsidRDefault="00307C01" w:rsidP="0067130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55BCA">
              <w:rPr>
                <w:rFonts w:ascii="Corbel" w:hAnsi="Corbel"/>
                <w:sz w:val="24"/>
                <w:szCs w:val="24"/>
              </w:rPr>
              <w:t>Cechy dobrej komunikacji językowej.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55BCA">
              <w:rPr>
                <w:rFonts w:ascii="Corbel" w:hAnsi="Corbel"/>
                <w:sz w:val="24"/>
                <w:szCs w:val="24"/>
              </w:rPr>
              <w:t>Zasady grzeczności językowej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7A7318">
              <w:rPr>
                <w:rFonts w:ascii="TimesNewRoman" w:hAnsi="TimesNewRoman" w:cs="TimesNewRoman"/>
                <w:sz w:val="24"/>
                <w:szCs w:val="24"/>
                <w:lang w:eastAsia="pl-PL"/>
              </w:rPr>
              <w:t xml:space="preserve"> </w:t>
            </w:r>
            <w:r w:rsidRPr="007A7318">
              <w:rPr>
                <w:rFonts w:ascii="Corbel" w:hAnsi="Corbel"/>
                <w:sz w:val="24"/>
                <w:szCs w:val="24"/>
              </w:rPr>
              <w:t>etykiet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Pr="007A7318">
              <w:rPr>
                <w:rFonts w:ascii="Corbel" w:hAnsi="Corbel"/>
                <w:sz w:val="24"/>
                <w:szCs w:val="24"/>
              </w:rPr>
              <w:t xml:space="preserve"> korespondencji </w:t>
            </w:r>
            <w:r w:rsidRPr="007A7318">
              <w:rPr>
                <w:rFonts w:ascii="Corbel" w:hAnsi="Corbel"/>
                <w:sz w:val="24"/>
                <w:szCs w:val="24"/>
              </w:rPr>
              <w:lastRenderedPageBreak/>
              <w:t>tradycyjnej i elektronicznej</w:t>
            </w:r>
            <w:r w:rsidRPr="00A55BCA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55BCA">
              <w:rPr>
                <w:rFonts w:ascii="Corbel" w:hAnsi="Corbel"/>
                <w:sz w:val="24"/>
                <w:szCs w:val="24"/>
              </w:rPr>
              <w:t>Kultura wypowiedzi publicznej.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55BCA">
              <w:rPr>
                <w:rFonts w:ascii="Corbel" w:hAnsi="Corbel"/>
                <w:sz w:val="24"/>
                <w:szCs w:val="24"/>
              </w:rPr>
              <w:t>Mowa ciała.</w:t>
            </w:r>
          </w:p>
        </w:tc>
      </w:tr>
      <w:tr w:rsidR="00307C01" w:rsidRPr="009C54AE" w:rsidTr="00923D7D">
        <w:tc>
          <w:tcPr>
            <w:tcW w:w="9639" w:type="dxa"/>
          </w:tcPr>
          <w:p w:rsidR="00307C01" w:rsidRPr="009C54AE" w:rsidRDefault="00307C01" w:rsidP="00F427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5BCA">
              <w:rPr>
                <w:rFonts w:ascii="Corbel" w:hAnsi="Corbel"/>
                <w:sz w:val="24"/>
                <w:szCs w:val="24"/>
              </w:rPr>
              <w:lastRenderedPageBreak/>
              <w:t>Funkcje języka. Style językowe i stylizacje.</w:t>
            </w:r>
            <w:r w:rsidR="00F427B8" w:rsidRPr="00F427B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27B8" w:rsidRPr="009C54AE" w:rsidTr="00923D7D">
        <w:tc>
          <w:tcPr>
            <w:tcW w:w="9639" w:type="dxa"/>
          </w:tcPr>
          <w:p w:rsidR="00F427B8" w:rsidRPr="00A55BCA" w:rsidRDefault="00F427B8" w:rsidP="00F427B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427B8">
              <w:rPr>
                <w:rFonts w:ascii="Corbel" w:hAnsi="Corbel"/>
                <w:sz w:val="24"/>
                <w:szCs w:val="24"/>
              </w:rPr>
              <w:t>Zasady pracy z tekstem literatury pięknej oraz kryteria dobrej recytacji. Recytacja utworu poetycki</w:t>
            </w:r>
            <w:r w:rsidR="00C67480">
              <w:rPr>
                <w:rFonts w:ascii="Corbel" w:hAnsi="Corbel"/>
                <w:sz w:val="24"/>
                <w:szCs w:val="24"/>
              </w:rPr>
              <w:t>ego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307C01" w:rsidRPr="00307C01" w:rsidRDefault="00307C0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07C01">
        <w:rPr>
          <w:rFonts w:ascii="Corbel" w:hAnsi="Corbel"/>
          <w:b w:val="0"/>
          <w:smallCaps w:val="0"/>
          <w:szCs w:val="24"/>
        </w:rPr>
        <w:t>praca indywidualna, w grupach, dyskusja, ćwiczenia praktyczne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07C01" w:rsidRPr="009C54AE" w:rsidTr="00494F18">
        <w:tc>
          <w:tcPr>
            <w:tcW w:w="1985" w:type="dxa"/>
          </w:tcPr>
          <w:p w:rsidR="00307C01" w:rsidRPr="009C54AE" w:rsidRDefault="00307C01" w:rsidP="0067130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307C01" w:rsidRPr="002A2754" w:rsidRDefault="00307C01" w:rsidP="002A275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275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307C01" w:rsidRPr="002A2754" w:rsidRDefault="00307C01" w:rsidP="002A275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A275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07C01" w:rsidRPr="009C54AE" w:rsidTr="00494F18">
        <w:tc>
          <w:tcPr>
            <w:tcW w:w="1985" w:type="dxa"/>
          </w:tcPr>
          <w:p w:rsidR="00307C01" w:rsidRPr="009C54AE" w:rsidRDefault="00307C01" w:rsidP="0067130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307C01" w:rsidRPr="002A2754" w:rsidRDefault="00307C01" w:rsidP="002A275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275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307C01" w:rsidRPr="002A2754" w:rsidRDefault="00307C01" w:rsidP="002A275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A275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07C01" w:rsidRPr="009C54AE" w:rsidTr="00494F18">
        <w:tc>
          <w:tcPr>
            <w:tcW w:w="1985" w:type="dxa"/>
          </w:tcPr>
          <w:p w:rsidR="00307C01" w:rsidRPr="009C54AE" w:rsidRDefault="00307C01" w:rsidP="0067130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307C01" w:rsidRPr="002A2754" w:rsidRDefault="00307C01" w:rsidP="002A275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275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307C01" w:rsidRPr="002A2754" w:rsidRDefault="00307C01" w:rsidP="002A275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A275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07C01" w:rsidRPr="009C54AE" w:rsidTr="00494F18">
        <w:tc>
          <w:tcPr>
            <w:tcW w:w="1985" w:type="dxa"/>
          </w:tcPr>
          <w:p w:rsidR="00307C01" w:rsidRPr="009C54AE" w:rsidRDefault="00307C01" w:rsidP="0067130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307C01" w:rsidRPr="002A2754" w:rsidRDefault="00307C01" w:rsidP="002A275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275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307C01" w:rsidRPr="002A2754" w:rsidRDefault="00307C01" w:rsidP="002A275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A275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301E1B" w:rsidRDefault="00301E1B" w:rsidP="00301E1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Aktywność na zajęciach przejawiająca się merytorycznym przygotowaniem do dyskusji i udziałem w niej, opracowaniem głosowej interpretacji określonych tekstów literackich i publicystycznych, </w:t>
            </w:r>
          </w:p>
          <w:p w:rsidR="0085747A" w:rsidRPr="009C54AE" w:rsidRDefault="00301E1B" w:rsidP="00494F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Recytacja dwóch tekstów poetyckich (I. – wiersz dla dzieci min. 10-12 wersów; II. Tekst poetycki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C414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301E1B" w:rsidP="00C414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301E1B" w:rsidP="00C414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301E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94F1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301E1B">
              <w:rPr>
                <w:rFonts w:ascii="Corbel" w:hAnsi="Corbel"/>
                <w:sz w:val="24"/>
                <w:szCs w:val="24"/>
              </w:rPr>
              <w:t>przygotowanie recytacji)</w:t>
            </w:r>
          </w:p>
        </w:tc>
        <w:tc>
          <w:tcPr>
            <w:tcW w:w="4677" w:type="dxa"/>
          </w:tcPr>
          <w:p w:rsidR="00C61DC5" w:rsidRPr="009C54AE" w:rsidRDefault="00301E1B" w:rsidP="00C414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301E1B" w:rsidP="00C414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301E1B" w:rsidP="00C414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01E1B" w:rsidRPr="009C54AE" w:rsidTr="0071620A">
        <w:trPr>
          <w:trHeight w:val="397"/>
        </w:trPr>
        <w:tc>
          <w:tcPr>
            <w:tcW w:w="7513" w:type="dxa"/>
          </w:tcPr>
          <w:p w:rsidR="00301E1B" w:rsidRDefault="00301E1B" w:rsidP="00494F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01E1B" w:rsidRDefault="00301E1B" w:rsidP="00494F18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Kotlarczyk M., </w:t>
            </w:r>
            <w:r w:rsidRPr="0089527C">
              <w:rPr>
                <w:rFonts w:ascii="Corbel" w:hAnsi="Corbel"/>
                <w:b w:val="0"/>
                <w:i/>
                <w:smallCaps w:val="0"/>
                <w:szCs w:val="24"/>
              </w:rPr>
              <w:t>Sztuka żywego słowa. Dykcja. Ekspresja. Magia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Lublin 2010.</w:t>
            </w:r>
          </w:p>
          <w:p w:rsidR="00301E1B" w:rsidRDefault="00301E1B" w:rsidP="00494F18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Kram J., </w:t>
            </w:r>
            <w:r w:rsidRPr="0089527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Zarys kultury żywego słowa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1995</w:t>
            </w:r>
          </w:p>
          <w:p w:rsidR="00301E1B" w:rsidRPr="0089527C" w:rsidRDefault="00301E1B" w:rsidP="00494F18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Marcjanik M.,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89527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Grzeczność w komunikacji językowej.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2008.</w:t>
            </w:r>
          </w:p>
          <w:p w:rsidR="00301E1B" w:rsidRPr="0089527C" w:rsidRDefault="00301E1B" w:rsidP="00494F18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Marcjanik M., </w:t>
            </w:r>
            <w:r w:rsidRPr="0089527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Mówimy uprzejmie. Poradnik językowego savoir-vivre’u. 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2009. </w:t>
            </w:r>
          </w:p>
          <w:p w:rsidR="00301E1B" w:rsidRDefault="00301E1B" w:rsidP="00494F18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Markowski A., </w:t>
            </w:r>
            <w:r w:rsidRPr="0089527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Kultura języka polskiego. Teoria. Zagadnienia leksykalne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2009.</w:t>
            </w:r>
          </w:p>
          <w:p w:rsidR="00301E1B" w:rsidRPr="0089527C" w:rsidRDefault="00301E1B" w:rsidP="00494F18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Oczkoś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89527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Sztuka poprawnej wymowy czyli o bełkotaniu i </w:t>
            </w:r>
            <w:proofErr w:type="spellStart"/>
            <w:r w:rsidRPr="0089527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faflunieniu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2007.</w:t>
            </w:r>
          </w:p>
          <w:p w:rsidR="00301E1B" w:rsidRDefault="00301E1B" w:rsidP="00494F18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Oczkoś</w:t>
            </w:r>
            <w:proofErr w:type="spellEnd"/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proofErr w:type="spellStart"/>
            <w:r w:rsidRPr="0089527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Paszczodźwięki</w:t>
            </w:r>
            <w:proofErr w:type="spellEnd"/>
            <w:r w:rsidRPr="0089527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Mały poradnik dla wielkich mówców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2010.</w:t>
            </w:r>
          </w:p>
          <w:p w:rsidR="00301E1B" w:rsidRPr="009C54AE" w:rsidRDefault="00301E1B" w:rsidP="00494F18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Romanek</w:t>
            </w:r>
            <w:r w:rsidR="00DC48A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01E1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Kultura słowa. Podręcznik dla studentów pedagogiki przedszkolnej i wczesnoszkolnej.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Rzeszów 2017.</w:t>
            </w:r>
          </w:p>
        </w:tc>
      </w:tr>
      <w:tr w:rsidR="00301E1B" w:rsidRPr="009C54AE" w:rsidTr="0071620A">
        <w:trPr>
          <w:trHeight w:val="397"/>
        </w:trPr>
        <w:tc>
          <w:tcPr>
            <w:tcW w:w="7513" w:type="dxa"/>
          </w:tcPr>
          <w:p w:rsidR="00301E1B" w:rsidRPr="0089527C" w:rsidRDefault="00301E1B" w:rsidP="00494F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301E1B" w:rsidRPr="0089527C" w:rsidRDefault="00301E1B" w:rsidP="00494F18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Bańko M. (red.), </w:t>
            </w:r>
            <w:r w:rsidRPr="00AD598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Polszczyzna na co dzień, 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2006.</w:t>
            </w:r>
          </w:p>
          <w:p w:rsidR="00301E1B" w:rsidRPr="0089527C" w:rsidRDefault="00301E1B" w:rsidP="00494F18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Bralczyk J., Gruszczyński W., Kłosińska K., </w:t>
            </w:r>
            <w:r w:rsidRPr="00AD598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Wiem, co mówię, czyli o dobrej komunikacji.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Bydgoszcz-Warszawa 2011.</w:t>
            </w:r>
          </w:p>
          <w:p w:rsidR="00301E1B" w:rsidRPr="0089527C" w:rsidRDefault="00301E1B" w:rsidP="00494F18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Kurkowska H., Skorupka S., </w:t>
            </w:r>
            <w:r w:rsidRPr="00AD598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Stylistyka polska. Zarys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2001.</w:t>
            </w:r>
          </w:p>
          <w:p w:rsidR="00301E1B" w:rsidRPr="0089527C" w:rsidRDefault="00301E1B" w:rsidP="00494F18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Paese</w:t>
            </w:r>
            <w:proofErr w:type="spellEnd"/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Mowa ciała. Jak odczytywać myśli innych ludzi z ich gestów. Kielce 2004.</w:t>
            </w:r>
          </w:p>
          <w:p w:rsidR="00301E1B" w:rsidRPr="0089527C" w:rsidRDefault="00301E1B" w:rsidP="00494F18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Podracki J. (red.), </w:t>
            </w:r>
            <w:r w:rsidRPr="00AD598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Polszczyzna płata nam figle. Poradnik językowy dla każdego. 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1993.</w:t>
            </w:r>
          </w:p>
          <w:p w:rsidR="00301E1B" w:rsidRPr="0089527C" w:rsidRDefault="00301E1B" w:rsidP="00494F18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Prygoń</w:t>
            </w:r>
            <w:proofErr w:type="spellEnd"/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</w:t>
            </w:r>
            <w:r w:rsidRPr="00AD598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Interpretacja. Mówię, czytam, wygłaszam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2007.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372F" w:rsidRDefault="0069372F" w:rsidP="00C16ABF">
      <w:pPr>
        <w:spacing w:after="0" w:line="240" w:lineRule="auto"/>
      </w:pPr>
      <w:r>
        <w:separator/>
      </w:r>
    </w:p>
  </w:endnote>
  <w:endnote w:type="continuationSeparator" w:id="0">
    <w:p w:rsidR="0069372F" w:rsidRDefault="0069372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372F" w:rsidRDefault="0069372F" w:rsidP="00C16ABF">
      <w:pPr>
        <w:spacing w:after="0" w:line="240" w:lineRule="auto"/>
      </w:pPr>
      <w:r>
        <w:separator/>
      </w:r>
    </w:p>
  </w:footnote>
  <w:footnote w:type="continuationSeparator" w:id="0">
    <w:p w:rsidR="0069372F" w:rsidRDefault="0069372F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716CF2"/>
    <w:multiLevelType w:val="hybridMultilevel"/>
    <w:tmpl w:val="89F4F0B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256105"/>
    <w:multiLevelType w:val="hybridMultilevel"/>
    <w:tmpl w:val="AD842B9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1845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46FCD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5968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4163"/>
    <w:rsid w:val="00281FF2"/>
    <w:rsid w:val="002857DE"/>
    <w:rsid w:val="00291567"/>
    <w:rsid w:val="002A22BF"/>
    <w:rsid w:val="002A2389"/>
    <w:rsid w:val="002A2754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1E1B"/>
    <w:rsid w:val="0030395F"/>
    <w:rsid w:val="00305C92"/>
    <w:rsid w:val="00307C01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16BD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211A"/>
    <w:rsid w:val="0047598D"/>
    <w:rsid w:val="004840FD"/>
    <w:rsid w:val="00490F7D"/>
    <w:rsid w:val="00491678"/>
    <w:rsid w:val="00494F1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31C2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7A4C"/>
    <w:rsid w:val="0069372F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5128"/>
    <w:rsid w:val="00745302"/>
    <w:rsid w:val="007461D6"/>
    <w:rsid w:val="00746EC8"/>
    <w:rsid w:val="00751ABF"/>
    <w:rsid w:val="00763BF1"/>
    <w:rsid w:val="00766FD4"/>
    <w:rsid w:val="007743B6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07975"/>
    <w:rsid w:val="0081554D"/>
    <w:rsid w:val="0081707E"/>
    <w:rsid w:val="008449B3"/>
    <w:rsid w:val="0085747A"/>
    <w:rsid w:val="00884922"/>
    <w:rsid w:val="00885F64"/>
    <w:rsid w:val="008917F9"/>
    <w:rsid w:val="008A3CA6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DD0"/>
    <w:rsid w:val="00916188"/>
    <w:rsid w:val="00923D7D"/>
    <w:rsid w:val="009277BB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60A1"/>
    <w:rsid w:val="00A56F9A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3FA5"/>
    <w:rsid w:val="00B06142"/>
    <w:rsid w:val="00B135B1"/>
    <w:rsid w:val="00B3130B"/>
    <w:rsid w:val="00B40ADB"/>
    <w:rsid w:val="00B43B77"/>
    <w:rsid w:val="00B43E80"/>
    <w:rsid w:val="00B600C3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4D1"/>
    <w:rsid w:val="00C47517"/>
    <w:rsid w:val="00C56036"/>
    <w:rsid w:val="00C61DC5"/>
    <w:rsid w:val="00C67480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78F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346F"/>
    <w:rsid w:val="00DC48A6"/>
    <w:rsid w:val="00DE09C0"/>
    <w:rsid w:val="00DE4A14"/>
    <w:rsid w:val="00DF0F15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27B8"/>
    <w:rsid w:val="00F470C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1F96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34C0E"/>
  <w15:docId w15:val="{43FF4793-4681-4A65-9ACE-FB0392433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143AB-DCBA-4226-8303-855D80DB1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928</Words>
  <Characters>5569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15</cp:revision>
  <cp:lastPrinted>2019-02-06T12:12:00Z</cp:lastPrinted>
  <dcterms:created xsi:type="dcterms:W3CDTF">2019-11-28T10:34:00Z</dcterms:created>
  <dcterms:modified xsi:type="dcterms:W3CDTF">2022-03-11T12:38:00Z</dcterms:modified>
</cp:coreProperties>
</file>